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CD7" w:rsidRDefault="00746CD7"/>
    <w:p w:rsidR="00746CD7" w:rsidRDefault="00746CD7"/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>Fundada, em 06/01/2008</w:t>
      </w:r>
      <w:r>
        <w:rPr>
          <w:sz w:val="24"/>
          <w:szCs w:val="24"/>
        </w:rPr>
        <w:t xml:space="preserve"> com o capital social de 15.000.000€,</w:t>
      </w:r>
      <w:r w:rsidRPr="003A567D">
        <w:rPr>
          <w:sz w:val="24"/>
          <w:szCs w:val="24"/>
        </w:rPr>
        <w:t xml:space="preserve"> com a finalidade de produzir e exportar lingerie / fatos de banho – uni sexo, com a intenção de se sentir mais sedutor(a) e ter uma aparência na época de Verão deslumbrante. </w:t>
      </w:r>
    </w:p>
    <w:p w:rsidR="00746CD7" w:rsidRDefault="00746CD7" w:rsidP="003A567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Esta empresa faz parceria com o famoso Cristiano Ronaldo daí a nossa marca ter as iniciais de CR9.</w:t>
      </w:r>
      <w:r w:rsidRPr="003A567D">
        <w:rPr>
          <w:sz w:val="24"/>
          <w:szCs w:val="24"/>
        </w:rPr>
        <w:t xml:space="preserve"> 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>Vamos promover</w:t>
      </w:r>
      <w:r>
        <w:rPr>
          <w:sz w:val="24"/>
          <w:szCs w:val="24"/>
        </w:rPr>
        <w:t xml:space="preserve"> a nossa campanha de lingiere/ fatos de banho</w:t>
      </w:r>
      <w:r w:rsidRPr="003A567D">
        <w:rPr>
          <w:sz w:val="24"/>
          <w:szCs w:val="24"/>
        </w:rPr>
        <w:t xml:space="preserve"> a nível mundial, criando novos modelos, feitios, cores e padrões. 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 xml:space="preserve">A empresa tem </w:t>
      </w:r>
      <w:r w:rsidRPr="00F533B4">
        <w:rPr>
          <w:sz w:val="24"/>
          <w:szCs w:val="24"/>
          <w:u w:val="single"/>
        </w:rPr>
        <w:t>360 funcionários</w:t>
      </w:r>
      <w:r w:rsidRPr="003A567D">
        <w:rPr>
          <w:sz w:val="24"/>
          <w:szCs w:val="24"/>
        </w:rPr>
        <w:t xml:space="preserve"> repartidos por várias secções: 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>Administrativos-8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>Contabilidade-4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>
        <w:rPr>
          <w:noProof/>
          <w:lang w:eastAsia="pt-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35.55pt;margin-top:12.4pt;width:280.8pt;height:185.75pt;z-index:-251660800;visibility:visible" wrapcoords="173 435 173 20903 21253 20903 21253 435 173 435">
            <v:imagedata r:id="rId6" o:title=""/>
            <w10:wrap type="tight"/>
          </v:shape>
          <o:OLEObject Type="Embed" ProgID="Excel.Chart.8" ShapeID="_x0000_s1027" DrawAspect="Content" ObjectID="_1335515260" r:id="rId7"/>
        </w:pict>
      </w:r>
      <w:r w:rsidRPr="003A567D">
        <w:rPr>
          <w:sz w:val="24"/>
          <w:szCs w:val="24"/>
        </w:rPr>
        <w:t>Secretárias -18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>Estilistas-4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>Costureiras-60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>Recursos humanos-4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>Manequins-10 M/20 F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>Publicidade-9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>Refeitorio-10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>Limpeza-14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>Assistência médica-2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>Aconselhamento jurídico-2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>Trabalhadores estudantes-20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>Prestação de serviços -164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>(manutenção, condutores, embaladores, stocks, entre outros serviços)</w:t>
      </w:r>
    </w:p>
    <w:p w:rsidR="00746CD7" w:rsidRPr="003A567D" w:rsidRDefault="00746CD7" w:rsidP="003A567D">
      <w:pPr>
        <w:spacing w:line="360" w:lineRule="auto"/>
        <w:rPr>
          <w:sz w:val="24"/>
          <w:szCs w:val="24"/>
        </w:rPr>
      </w:pPr>
      <w:r w:rsidRPr="003A567D">
        <w:rPr>
          <w:sz w:val="24"/>
          <w:szCs w:val="24"/>
        </w:rPr>
        <w:t xml:space="preserve">No total dos 360 funcionários estão </w:t>
      </w:r>
      <w:r w:rsidRPr="00F533B4">
        <w:rPr>
          <w:sz w:val="24"/>
          <w:szCs w:val="24"/>
          <w:u w:val="single"/>
        </w:rPr>
        <w:t>116 efectivos</w:t>
      </w:r>
      <w:r w:rsidRPr="003A567D">
        <w:rPr>
          <w:sz w:val="24"/>
          <w:szCs w:val="24"/>
        </w:rPr>
        <w:t>.</w:t>
      </w:r>
    </w:p>
    <w:p w:rsidR="00746CD7" w:rsidRDefault="00746CD7"/>
    <w:p w:rsidR="00746CD7" w:rsidRDefault="00746CD7"/>
    <w:p w:rsidR="00746CD7" w:rsidRDefault="00746CD7"/>
    <w:p w:rsidR="00746CD7" w:rsidRDefault="00746CD7"/>
    <w:p w:rsidR="00746CD7" w:rsidRDefault="00746CD7"/>
    <w:p w:rsidR="00746CD7" w:rsidRDefault="00746CD7"/>
    <w:p w:rsidR="00746CD7" w:rsidRDefault="00746CD7"/>
    <w:p w:rsidR="00746CD7" w:rsidRDefault="00746CD7"/>
    <w:p w:rsidR="00746CD7" w:rsidRDefault="00746CD7"/>
    <w:p w:rsidR="00746CD7" w:rsidRDefault="00746CD7"/>
    <w:p w:rsidR="00746CD7" w:rsidRDefault="00746CD7"/>
    <w:p w:rsidR="00746CD7" w:rsidRDefault="00746CD7"/>
    <w:p w:rsidR="00746CD7" w:rsidRPr="003A567D" w:rsidRDefault="00746CD7" w:rsidP="00757D73">
      <w:pPr>
        <w:spacing w:line="360" w:lineRule="auto"/>
        <w:jc w:val="both"/>
        <w:rPr>
          <w:sz w:val="24"/>
          <w:szCs w:val="24"/>
        </w:rPr>
      </w:pPr>
      <w:r w:rsidRPr="003A567D">
        <w:rPr>
          <w:sz w:val="24"/>
          <w:szCs w:val="24"/>
        </w:rPr>
        <w:t xml:space="preserve">Esta empresa CR9 tem sucursais em Paris, Londres, New Iorque, Canada, </w:t>
      </w:r>
      <w:r>
        <w:rPr>
          <w:sz w:val="24"/>
          <w:szCs w:val="24"/>
        </w:rPr>
        <w:t xml:space="preserve">Bélgica, Brasil, Cuba e </w:t>
      </w:r>
      <w:r w:rsidRPr="003A567D">
        <w:rPr>
          <w:sz w:val="24"/>
          <w:szCs w:val="24"/>
        </w:rPr>
        <w:t xml:space="preserve">Madeira. </w:t>
      </w:r>
    </w:p>
    <w:p w:rsidR="00746CD7" w:rsidRPr="003A567D" w:rsidRDefault="00746CD7" w:rsidP="00757D73">
      <w:pPr>
        <w:spacing w:line="360" w:lineRule="auto"/>
        <w:jc w:val="both"/>
        <w:rPr>
          <w:sz w:val="24"/>
          <w:szCs w:val="24"/>
        </w:rPr>
      </w:pPr>
      <w:r w:rsidRPr="003A567D">
        <w:rPr>
          <w:sz w:val="24"/>
          <w:szCs w:val="24"/>
        </w:rPr>
        <w:t xml:space="preserve"> </w:t>
      </w:r>
    </w:p>
    <w:p w:rsidR="00746CD7" w:rsidRPr="003A567D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noProof/>
          <w:lang w:eastAsia="pt-PT"/>
        </w:rPr>
        <w:pict>
          <v:shape id="Imagem 7" o:spid="_x0000_s1028" type="#_x0000_t75" alt="http://t2.gstatic.com/images?q=tbn:5duyPuLErWAZQM:http://2.bp.blogspot.com/_4A0lKIgx9U4/RfIIe70WMBI/AAAAAAAAANk/KRHy_7QdG0M/s400/183140479_d5c9af66fc.jpg" href="http://www.google.pt/imgres?imgurl=http://2.bp.blogspot.com/_4A0lKIgx9U4/RfIIe70WMBI/AAAAAAAAANk/KRHy_7QdG0M/s400/183140479_d5c9af66fc.jpg&amp;imgrefurl=http://estruturasdemadeira.blogspot.com/2007/03/toda-madeira-vem-de-estruturas.html&amp;usg=__zsWVcX_f78g5Do_uFGe7bhpHzB8=&amp;h=300&amp;w=400&amp;sz=34&amp;hl=pt-PT&amp;start=156&amp;itbs=1&amp;tbnid=5duyPuLErWAZQM:&amp;tbnh=93&amp;tbnw=124&amp;prev=/images?q=empresas+em+madeira&amp;start=140&amp;hl=pt-PT&amp;sa=N&amp;gbv=2&amp;ndsp=20&amp;tbs=isch" style="position:absolute;left:0;text-align:left;margin-left:336.7pt;margin-top:-1.1pt;width:83.5pt;height:92.65pt;z-index:-251659776;visibility:visible;mso-wrap-distance-left:10.92pt;mso-wrap-distance-right:16.86pt" wrapcoords="11286 0 584 0 -195 174 0 16374 3892 16374 15957 16374 21600 15677 21600 0 11286 0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" o:button="t">
            <v:fill o:detectmouseclick="t"/>
            <v:imagedata r:id="rId8" o:title=""/>
            <o:lock v:ext="edit" aspectratio="f"/>
            <w10:wrap type="tight"/>
          </v:shape>
        </w:pict>
      </w:r>
    </w:p>
    <w:p w:rsidR="00746CD7" w:rsidRPr="003A567D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noProof/>
          <w:lang w:eastAsia="pt-PT"/>
        </w:rPr>
        <w:pict>
          <v:shape id="ipfczPissOzhAvXOM:" o:spid="_x0000_s1029" type="#_x0000_t75" alt="http://t2.gstatic.com/images?q=tbn:czPissOzhAvXOM:http://www.imagensviagens.com/london14b.jpg" href="http://www.google.pt/imgres?imgurl=http://www.imagensviagens.com/london14b.jpg&amp;imgrefurl=http://www.imagensviagens.com/londres.htm&amp;usg=__hWxgzMEzJZ6C1vUIDk-qjgfj_5M=&amp;h=312&amp;w=251&amp;sz=18&amp;hl=pt-PT&amp;start=101&amp;itbs=1&amp;tbnid=czPissOzhAvXOM:&amp;tbnh=117&amp;tbnw=94&amp;prev=/images?q=empresas+em+londres&amp;start=100&amp;hl=pt-PT&amp;sa=N&amp;gbv=2&amp;ndsp=20&amp;tbs=isch" style="position:absolute;left:0;text-align:left;margin-left:4.25pt;margin-top:2.7pt;width:63.85pt;height:116.15pt;z-index:-251658752;visibility:visible;mso-wrap-distance-left:9.48pt;mso-wrap-distance-right:15.03pt" wrapcoords="-254 0 0 16583 1271 16583 11689 16583 21600 16165 21600 0 -254 0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" o:button="t">
            <v:fill o:detectmouseclick="t"/>
            <v:imagedata r:id="rId9" o:title=""/>
            <o:lock v:ext="edit" aspectratio="f"/>
            <w10:wrap type="tight"/>
          </v:shape>
        </w:pict>
      </w:r>
    </w:p>
    <w:p w:rsidR="00746CD7" w:rsidRPr="003A567D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C354AC">
        <w:rPr>
          <w:sz w:val="24"/>
          <w:szCs w:val="24"/>
        </w:rPr>
        <w:t xml:space="preserve">Londres                                               </w:t>
      </w: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</w:p>
    <w:p w:rsidR="00746CD7" w:rsidRDefault="00746CD7" w:rsidP="00757D73">
      <w:pPr>
        <w:tabs>
          <w:tab w:val="left" w:pos="574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Madeira</w:t>
      </w: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noProof/>
          <w:lang w:eastAsia="pt-PT"/>
        </w:rPr>
        <w:pict>
          <v:shape id="ipf1eDcswS2iHmEnM:" o:spid="_x0000_s1030" type="#_x0000_t75" alt="http://t0.gstatic.com/images?q=tbn:1eDcswS2iHmEnM:http://www.conexaoparis.com.br/wp-content/uploads/2009/11/paris-bicicleta-noite-copie.jpg" href="http://www.google.pt/imgres?imgurl=http://www.conexaoparis.com.br/wp-content/uploads/2009/11/paris-bicicleta-noite-copie.jpg&amp;imgrefurl=http://www.conexaoparis.com.br/category/galeria-dos-leitores/page/3/&amp;usg=__YPlds5ir2D5167_lNuKWB0Pw8WQ=&amp;h=375&amp;w=500&amp;sz=23&amp;hl=pt-PT&amp;start=47&amp;itbs=1&amp;tbnid=1eDcswS2iHmEnM:&amp;tbnh=98&amp;tbnw=130&amp;prev=/images?q=empresas+em+paris&amp;start=40&amp;hl=pt-PT&amp;sa=N&amp;gbv=2&amp;ndsp=20&amp;tbs=isch" style="position:absolute;left:0;text-align:left;margin-left:155.15pt;margin-top:20.6pt;width:98.4pt;height:97.9pt;z-index:-251661824;visibility:visible" wrapcoords="824 0 165 660 -165 1649 0 15829 660 16489 824 16489 20446 16489 20611 16489 21270 15829 21600 1649 21105 495 20446 0 824 0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" o:button="t">
            <v:fill o:detectmouseclick="t"/>
            <v:imagedata r:id="rId10" o:title=""/>
            <o:lock v:ext="edit" aspectratio="f"/>
            <w10:wrap type="tight"/>
          </v:shape>
        </w:pict>
      </w: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Pr="00C354A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Paris</w:t>
      </w: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Esta empresa CR9 faz exportação para todo o mundo, sendo bastante favorável para um acréscimo acentuado, devido à nossa excelente qualidade de matéria-prima.</w:t>
      </w: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noProof/>
          <w:lang w:eastAsia="pt-PT"/>
        </w:rPr>
        <w:pict>
          <v:shape id="Imagem 8" o:spid="_x0000_s1031" type="#_x0000_t75" alt="imagesCAN1FD5E.jpg" style="position:absolute;left:0;text-align:left;margin-left:346.35pt;margin-top:38.7pt;width:90.5pt;height:76.8pt;z-index:-251657728;visibility:visible" wrapcoords="-179 0 -179 21388 21600 21388 21600 0 -179 0">
            <v:imagedata r:id="rId11" o:title=""/>
            <w10:wrap type="tight"/>
          </v:shape>
        </w:pict>
      </w:r>
      <w:r>
        <w:rPr>
          <w:sz w:val="24"/>
          <w:szCs w:val="24"/>
        </w:rPr>
        <w:t>Temos uma grande entre ajuda por parte de todas as empresas a nível de staff/ colaboradores não esquecendo o nosso publico alvo.</w:t>
      </w: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noProof/>
          <w:lang w:eastAsia="pt-PT"/>
        </w:rPr>
        <w:pict>
          <v:shape id="Imagem 11" o:spid="_x0000_s1032" type="#_x0000_t75" alt="imagesCAO8PJWS.jpg" style="position:absolute;left:0;text-align:left;margin-left:193.35pt;margin-top:4.5pt;width:69.1pt;height:67.15pt;z-index:-251655680;visibility:visible" wrapcoords="-235 0 -235 21360 21600 21360 21600 0 -235 0">
            <v:imagedata r:id="rId12" o:title=""/>
            <w10:wrap type="tight"/>
          </v:shape>
        </w:pict>
      </w:r>
      <w:r>
        <w:rPr>
          <w:noProof/>
          <w:lang w:eastAsia="pt-PT"/>
        </w:rPr>
        <w:pict>
          <v:shape id="Imagem 9" o:spid="_x0000_s1033" type="#_x0000_t75" alt="imagesCAN9EIX5.jpg" style="position:absolute;left:0;text-align:left;margin-left:3.75pt;margin-top:13.5pt;width:84.3pt;height:58.15pt;z-index:-251656704;visibility:visible" wrapcoords="-193 0 -193 21323 21600 21323 21600 0 -193 0">
            <v:imagedata r:id="rId13" o:title=""/>
            <w10:wrap type="tight"/>
          </v:shape>
        </w:pict>
      </w: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No ano de 2009 tivemos um lucro de 2.500.500€, onde foi investido 3.560.00€ numa máquina de costura para melhorar e rentabilizar o trabalho dos nossos funcionários.</w:t>
      </w: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Devido ao grande fluxo de vendas a empresa CR9 decidiu criar um ginásio para melhorar as capacidades e lazer dos nossos funcionários.</w:t>
      </w: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Foi dado um prémio de produtividade a 20 funcionários, devido ao seu empenho e dedicação para o crescimento da empresa CR9. </w:t>
      </w:r>
    </w:p>
    <w:p w:rsidR="00746CD7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empresa CR9 tem como garantia para as perspectivas de futuro abrir uma nova sucursal na Austrália, pois temos vindo a receber muitas propostas de grandes empresas querendo fazer parceria com os nossos produtos.   </w:t>
      </w:r>
    </w:p>
    <w:p w:rsidR="00746CD7" w:rsidRPr="00C354AC" w:rsidRDefault="00746CD7" w:rsidP="00757D7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sectPr w:rsidR="00746CD7" w:rsidRPr="00C354AC" w:rsidSect="009F2384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CD7" w:rsidRDefault="00746CD7" w:rsidP="00B07297">
      <w:r>
        <w:separator/>
      </w:r>
    </w:p>
  </w:endnote>
  <w:endnote w:type="continuationSeparator" w:id="0">
    <w:p w:rsidR="00746CD7" w:rsidRDefault="00746CD7" w:rsidP="00B07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CD7" w:rsidRPr="00757D73" w:rsidRDefault="00746CD7" w:rsidP="00757D73">
    <w:pPr>
      <w:pStyle w:val="Footer"/>
      <w:pBdr>
        <w:top w:val="thinThickSmallGap" w:sz="24" w:space="0" w:color="622423"/>
      </w:pBdr>
      <w:rPr>
        <w:rFonts w:ascii="Cambria" w:hAnsi="Cambria"/>
        <w:i/>
      </w:rPr>
    </w:pPr>
    <w:r w:rsidRPr="00757D73">
      <w:rPr>
        <w:rFonts w:ascii="Cambria" w:hAnsi="Cambria"/>
        <w:b/>
      </w:rPr>
      <w:t>Trabalho elaborado</w:t>
    </w:r>
    <w:r w:rsidRPr="00757D73">
      <w:rPr>
        <w:rFonts w:ascii="Cambria" w:hAnsi="Cambria"/>
        <w:i/>
      </w:rPr>
      <w:t>: Ana Costa, Célia Sampaio</w:t>
    </w:r>
  </w:p>
  <w:p w:rsidR="00746CD7" w:rsidRPr="00757D73" w:rsidRDefault="00746CD7" w:rsidP="00757D73">
    <w:pPr>
      <w:pStyle w:val="Footer"/>
      <w:pBdr>
        <w:top w:val="thinThickSmallGap" w:sz="24" w:space="0" w:color="622423"/>
      </w:pBdr>
      <w:rPr>
        <w:rFonts w:ascii="Cambria" w:hAnsi="Cambria"/>
        <w:i/>
      </w:rPr>
    </w:pPr>
    <w:r w:rsidRPr="00757D73">
      <w:rPr>
        <w:rFonts w:ascii="Cambria" w:hAnsi="Cambria"/>
        <w:i/>
      </w:rPr>
      <w:t xml:space="preserve">                                          Maria Jesus, Teresa Fernandes </w:t>
    </w:r>
  </w:p>
  <w:p w:rsidR="00746CD7" w:rsidRPr="00757D73" w:rsidRDefault="00746CD7" w:rsidP="001F1F64">
    <w:pPr>
      <w:pStyle w:val="Footer"/>
      <w:pBdr>
        <w:top w:val="thinThickSmallGap" w:sz="24" w:space="0" w:color="622423"/>
      </w:pBdr>
      <w:jc w:val="right"/>
      <w:rPr>
        <w:rFonts w:ascii="Cambria" w:hAnsi="Cambria"/>
        <w:i/>
      </w:rPr>
    </w:pPr>
    <w:r w:rsidRPr="00757D73">
      <w:rPr>
        <w:rFonts w:ascii="Cambria" w:hAnsi="Cambria"/>
        <w:i/>
      </w:rPr>
      <w:t xml:space="preserve">Página </w:t>
    </w:r>
    <w:r w:rsidRPr="00757D73">
      <w:rPr>
        <w:i/>
      </w:rPr>
      <w:fldChar w:fldCharType="begin"/>
    </w:r>
    <w:r w:rsidRPr="00757D73">
      <w:rPr>
        <w:i/>
      </w:rPr>
      <w:instrText xml:space="preserve"> PAGE   \* MERGEFORMAT </w:instrText>
    </w:r>
    <w:r w:rsidRPr="00757D73">
      <w:rPr>
        <w:i/>
      </w:rPr>
      <w:fldChar w:fldCharType="separate"/>
    </w:r>
    <w:r w:rsidRPr="00C8654A">
      <w:rPr>
        <w:rFonts w:ascii="Cambria" w:hAnsi="Cambria"/>
        <w:i/>
        <w:noProof/>
      </w:rPr>
      <w:t>3</w:t>
    </w:r>
    <w:r w:rsidRPr="00757D73">
      <w:rPr>
        <w:i/>
      </w:rPr>
      <w:fldChar w:fldCharType="end"/>
    </w:r>
  </w:p>
  <w:p w:rsidR="00746CD7" w:rsidRPr="00757D73" w:rsidRDefault="00746CD7" w:rsidP="001F1F64">
    <w:pPr>
      <w:pStyle w:val="Footer"/>
      <w:jc w:val="right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CD7" w:rsidRDefault="00746CD7" w:rsidP="00B07297">
      <w:r>
        <w:separator/>
      </w:r>
    </w:p>
  </w:footnote>
  <w:footnote w:type="continuationSeparator" w:id="0">
    <w:p w:rsidR="00746CD7" w:rsidRDefault="00746CD7" w:rsidP="00B072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CD7" w:rsidRPr="00B07297" w:rsidRDefault="00746CD7">
    <w:pPr>
      <w:pStyle w:val="Header"/>
      <w:rPr>
        <w:b/>
        <w:sz w:val="28"/>
        <w:szCs w:val="28"/>
      </w:rPr>
    </w:pPr>
    <w:r>
      <w:rPr>
        <w:noProof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0" o:spid="_x0000_s2049" type="#_x0000_t75" alt="imagesCAG9ZU1O.jpg" style="position:absolute;margin-left:363pt;margin-top:-12.1pt;width:119.5pt;height:60.5pt;z-index:-251656192;visibility:visible;mso-wrap-distance-top:.48pt" wrapcoords="2853 1600 2445 2400 1630 5333 1087 10133 815 15733 8287 17333 14672 17333 18340 17333 18611 17333 19291 14400 19834 10133 20377 3200 16302 1867 5570 1600 2853 1600" o:gfxdata="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">
          <v:imagedata r:id="rId1" o:title=""/>
          <o:lock v:ext="edit" aspectratio="f"/>
          <w10:wrap type="tight"/>
        </v:shape>
      </w:pict>
    </w:r>
    <w:r w:rsidRPr="00B07297">
      <w:rPr>
        <w:b/>
        <w:sz w:val="28"/>
        <w:szCs w:val="28"/>
      </w:rPr>
      <w:t>Empresa CR9</w:t>
    </w:r>
  </w:p>
  <w:p w:rsidR="00746CD7" w:rsidRPr="00B07297" w:rsidRDefault="00746CD7">
    <w:pPr>
      <w:pStyle w:val="Header"/>
      <w:rPr>
        <w:b/>
        <w:sz w:val="28"/>
        <w:szCs w:val="28"/>
      </w:rPr>
    </w:pPr>
    <w:r w:rsidRPr="00B07297">
      <w:rPr>
        <w:b/>
        <w:sz w:val="28"/>
        <w:szCs w:val="28"/>
      </w:rPr>
      <w:t>AV da Liberdade</w:t>
    </w:r>
  </w:p>
  <w:p w:rsidR="00746CD7" w:rsidRDefault="00746CD7" w:rsidP="001F1F64">
    <w:pPr>
      <w:pStyle w:val="Header"/>
      <w:tabs>
        <w:tab w:val="clear" w:pos="8504"/>
      </w:tabs>
    </w:pPr>
    <w:r w:rsidRPr="00B07297">
      <w:rPr>
        <w:b/>
        <w:sz w:val="28"/>
        <w:szCs w:val="28"/>
      </w:rPr>
      <w:t>1100- Lisboa</w:t>
    </w:r>
    <w:r>
      <w:tab/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297"/>
    <w:rsid w:val="001F1F64"/>
    <w:rsid w:val="0025381A"/>
    <w:rsid w:val="00383DDE"/>
    <w:rsid w:val="003A567D"/>
    <w:rsid w:val="005D5F50"/>
    <w:rsid w:val="006274AE"/>
    <w:rsid w:val="00746CD7"/>
    <w:rsid w:val="00757D73"/>
    <w:rsid w:val="007A303D"/>
    <w:rsid w:val="007F66E7"/>
    <w:rsid w:val="007F6CBC"/>
    <w:rsid w:val="00867FEC"/>
    <w:rsid w:val="008F2637"/>
    <w:rsid w:val="00966965"/>
    <w:rsid w:val="009F2384"/>
    <w:rsid w:val="00B07297"/>
    <w:rsid w:val="00C354AC"/>
    <w:rsid w:val="00C8654A"/>
    <w:rsid w:val="00CD53EC"/>
    <w:rsid w:val="00CE232B"/>
    <w:rsid w:val="00DE4314"/>
    <w:rsid w:val="00F53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384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0729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0729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0729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0729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07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072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3</Pages>
  <Words>350</Words>
  <Characters>1896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Your User Name</cp:lastModifiedBy>
  <cp:revision>5</cp:revision>
  <dcterms:created xsi:type="dcterms:W3CDTF">2010-05-17T08:48:00Z</dcterms:created>
  <dcterms:modified xsi:type="dcterms:W3CDTF">2010-05-16T10:41:00Z</dcterms:modified>
</cp:coreProperties>
</file>